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4F9C3" w14:textId="30E4D519" w:rsidR="008678F9" w:rsidRDefault="008678F9" w:rsidP="00232314"/>
    <w:p w14:paraId="55CFECBC" w14:textId="24B9BB2B" w:rsidR="00461E4C" w:rsidRDefault="00461E4C" w:rsidP="00232314"/>
    <w:p w14:paraId="044E366B" w14:textId="05E6968F" w:rsidR="00461E4C" w:rsidRDefault="00461E4C" w:rsidP="00232314">
      <w:r>
        <w:t>To Whom It May Concern:                                                                                                      3-10-21</w:t>
      </w:r>
    </w:p>
    <w:p w14:paraId="3FE5AEB9" w14:textId="7A2A9D79" w:rsidR="00461E4C" w:rsidRDefault="00461E4C" w:rsidP="00232314"/>
    <w:p w14:paraId="4FE82DA2" w14:textId="681FAEBD" w:rsidR="00461E4C" w:rsidRDefault="00461E4C" w:rsidP="00232314">
      <w:r>
        <w:t xml:space="preserve">I am writing to recommend Texas Cleaning Solutions as an outstanding option for all your floor finishing needs. They have been a trusted subcontractor to our company for more than 25 </w:t>
      </w:r>
      <w:r w:rsidR="001433FA">
        <w:t xml:space="preserve">Schlotzsky’s Restaurant </w:t>
      </w:r>
      <w:r>
        <w:t xml:space="preserve">projects over the last 2 years. </w:t>
      </w:r>
      <w:r w:rsidR="001433FA">
        <w:t>They are our preferred vendor for anything related to concrete floor finishes, including but not limited to, floor demo, diamond grinding, concrete floor repair, epoxy applications, and finished polishing. They are dependable, show up on time, and continue their work until the job is complete. We will continue to use them as our 1</w:t>
      </w:r>
      <w:r w:rsidR="001433FA" w:rsidRPr="001433FA">
        <w:rPr>
          <w:vertAlign w:val="superscript"/>
        </w:rPr>
        <w:t>st</w:t>
      </w:r>
      <w:r w:rsidR="001433FA">
        <w:t xml:space="preserve"> choice for applicable scopes of work. </w:t>
      </w:r>
    </w:p>
    <w:p w14:paraId="7088EC9A" w14:textId="2196930E" w:rsidR="001433FA" w:rsidRDefault="001433FA" w:rsidP="00232314">
      <w:r>
        <w:t>If you would like to discuss further, feel free to reach out to me directly at 800-264-7879 x700.</w:t>
      </w:r>
    </w:p>
    <w:p w14:paraId="289434EA" w14:textId="58BEAAA8" w:rsidR="001433FA" w:rsidRDefault="001433FA" w:rsidP="00232314"/>
    <w:p w14:paraId="25A5CAF8" w14:textId="6468610F" w:rsidR="001433FA" w:rsidRDefault="001433FA" w:rsidP="00232314"/>
    <w:p w14:paraId="13607BE8" w14:textId="298AEB22" w:rsidR="001433FA" w:rsidRDefault="001433FA" w:rsidP="00232314">
      <w:r>
        <w:t xml:space="preserve">Sincerely, </w:t>
      </w:r>
    </w:p>
    <w:p w14:paraId="516B2F8C" w14:textId="7B58CF49" w:rsidR="001433FA" w:rsidRDefault="001433FA" w:rsidP="00232314">
      <w:r>
        <w:t>Elliott Garofalo, CEO</w:t>
      </w:r>
    </w:p>
    <w:p w14:paraId="19152B5E" w14:textId="6C1A543E" w:rsidR="001433FA" w:rsidRDefault="001433FA" w:rsidP="00232314">
      <w:r>
        <w:t>Patriot Services Network</w:t>
      </w:r>
    </w:p>
    <w:p w14:paraId="0F666C25" w14:textId="77777777" w:rsidR="00461E4C" w:rsidRDefault="00461E4C" w:rsidP="00232314"/>
    <w:p w14:paraId="3EBE63DD" w14:textId="77777777" w:rsidR="003A3E08" w:rsidRPr="00F3778A" w:rsidRDefault="003A3E08" w:rsidP="00232314"/>
    <w:sectPr w:rsidR="003A3E08" w:rsidRPr="00F3778A" w:rsidSect="00063AAE">
      <w:headerReference w:type="default" r:id="rId10"/>
      <w:footerReference w:type="default" r:id="rId11"/>
      <w:headerReference w:type="first" r:id="rId12"/>
      <w:footerReference w:type="first" r:id="rId13"/>
      <w:pgSz w:w="12240" w:h="15840" w:code="1"/>
      <w:pgMar w:top="2160" w:right="1080" w:bottom="1440" w:left="108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C3BFD7" w14:textId="77777777" w:rsidR="00461E4C" w:rsidRDefault="00461E4C">
      <w:pPr>
        <w:spacing w:after="0" w:line="240" w:lineRule="auto"/>
      </w:pPr>
      <w:r>
        <w:separator/>
      </w:r>
    </w:p>
    <w:p w14:paraId="73A3843A" w14:textId="77777777" w:rsidR="00461E4C" w:rsidRDefault="00461E4C"/>
  </w:endnote>
  <w:endnote w:type="continuationSeparator" w:id="0">
    <w:p w14:paraId="292C6ABA" w14:textId="77777777" w:rsidR="00461E4C" w:rsidRDefault="00461E4C">
      <w:pPr>
        <w:spacing w:after="0" w:line="240" w:lineRule="auto"/>
      </w:pPr>
      <w:r>
        <w:continuationSeparator/>
      </w:r>
    </w:p>
    <w:p w14:paraId="28073D6F" w14:textId="77777777" w:rsidR="00461E4C" w:rsidRDefault="00461E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3356603"/>
      <w:docPartObj>
        <w:docPartGallery w:val="Page Numbers (Bottom of Page)"/>
        <w:docPartUnique/>
      </w:docPartObj>
    </w:sdtPr>
    <w:sdtEndPr>
      <w:rPr>
        <w:noProof/>
      </w:rPr>
    </w:sdtEndPr>
    <w:sdtContent>
      <w:p w14:paraId="4FBC7D28" w14:textId="77777777" w:rsidR="00756B5A" w:rsidRDefault="008678F9" w:rsidP="00232314">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52096" behindDoc="0" locked="0" layoutInCell="1" allowOverlap="1" wp14:anchorId="42A9AAE6" wp14:editId="020E0E27">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1DA274" id="Straight Connector 9" o:spid="_x0000_s1026" alt="Title: Line design element"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" strokecolor="#ebebeb [3214]" strokeweight="1pt">
                  <v:stroke endcap="round"/>
                  <w10:wrap anchorx="page" anchory="page"/>
                </v:line>
              </w:pict>
            </mc:Fallback>
          </mc:AlternateContent>
        </w:r>
      </w:p>
    </w:sdtContent>
  </w:sdt>
  <w:p w14:paraId="0D1A3F47" w14:textId="77777777" w:rsidR="00220381" w:rsidRDefault="0022038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957EC" w14:textId="77777777" w:rsidR="00756B5A" w:rsidRDefault="00EB0670" w:rsidP="00232314">
    <w:pPr>
      <w:pStyle w:val="Footer"/>
      <w:rPr>
        <w:iCs/>
      </w:rPr>
    </w:pPr>
    <w:r>
      <w:rPr>
        <w:noProof/>
      </w:rPr>
      <mc:AlternateContent>
        <mc:Choice Requires="wps">
          <w:drawing>
            <wp:anchor distT="0" distB="0" distL="114300" distR="114300" simplePos="0" relativeHeight="251684864" behindDoc="0" locked="0" layoutInCell="1" allowOverlap="1" wp14:anchorId="60C2C67D" wp14:editId="2B45A08C">
              <wp:simplePos x="0" y="0"/>
              <wp:positionH relativeFrom="column">
                <wp:posOffset>-638704</wp:posOffset>
              </wp:positionH>
              <wp:positionV relativeFrom="paragraph">
                <wp:posOffset>49955</wp:posOffset>
              </wp:positionV>
              <wp:extent cx="7772400" cy="602001"/>
              <wp:effectExtent l="0" t="0" r="0" b="0"/>
              <wp:wrapNone/>
              <wp:docPr id="73" name="Rectangle 73"/>
              <wp:cNvGraphicFramePr/>
              <a:graphic xmlns:a="http://schemas.openxmlformats.org/drawingml/2006/main">
                <a:graphicData uri="http://schemas.microsoft.com/office/word/2010/wordprocessingShape">
                  <wps:wsp>
                    <wps:cNvSpPr/>
                    <wps:spPr>
                      <a:xfrm>
                        <a:off x="0" y="0"/>
                        <a:ext cx="7772400" cy="60200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2CED5B" w14:textId="77777777" w:rsidR="00F70692" w:rsidRPr="009B6D57" w:rsidRDefault="003A3E08" w:rsidP="00C7085C">
                          <w:pPr>
                            <w:pStyle w:val="Footer"/>
                            <w:rPr>
                              <w:color w:val="FFFFFF" w:themeColor="background1"/>
                            </w:rPr>
                          </w:pPr>
                          <w:r>
                            <w:rPr>
                              <w:color w:val="FFFFFF" w:themeColor="background1"/>
                            </w:rPr>
                            <w:t>1213 W Slaughter Ln #170, Austin, TX 78748</w:t>
                          </w:r>
                        </w:p>
                        <w:p w14:paraId="3B9A9560" w14:textId="77777777" w:rsidR="00F70692" w:rsidRPr="009B6D57" w:rsidRDefault="00A27D46" w:rsidP="00C7085C">
                          <w:pPr>
                            <w:pStyle w:val="Footer"/>
                            <w:rPr>
                              <w:color w:val="FFFFFF" w:themeColor="background1"/>
                            </w:rPr>
                          </w:pPr>
                          <w:r w:rsidRPr="009B6D57">
                            <w:rPr>
                              <w:color w:val="FFFFFF" w:themeColor="background1"/>
                            </w:rPr>
                            <w:t xml:space="preserve">  800-264-7879</w:t>
                          </w:r>
                          <w:r w:rsidR="00C7085C" w:rsidRPr="009B6D57">
                            <w:rPr>
                              <w:color w:val="FFFFFF" w:themeColor="background1"/>
                            </w:rPr>
                            <w:t xml:space="preserve"> </w:t>
                          </w:r>
                          <w:r w:rsidRPr="009B6D57">
                            <w:rPr>
                              <w:color w:val="FFFFFF" w:themeColor="background1"/>
                            </w:rPr>
                            <w:t>www.patriotservicesnetwork.com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0</wp14:pctHeight>
              </wp14:sizeRelV>
            </wp:anchor>
          </w:drawing>
        </mc:Choice>
        <mc:Fallback>
          <w:pict>
            <v:rect w14:anchorId="60C2C67D" id="Rectangle 73" o:spid="_x0000_s1026" style="position:absolute;left:0;text-align:left;margin-left:-50.3pt;margin-top:3.95pt;width:612pt;height:47.4pt;z-index:251684864;visibility:visible;mso-wrap-style:square;mso-width-percent:1000;mso-height-percent:0;mso-wrap-distance-left:9pt;mso-wrap-distance-top:0;mso-wrap-distance-right:9pt;mso-wrap-distance-bottom:0;mso-position-horizontal:absolute;mso-position-horizontal-relative:text;mso-position-vertical:absolute;mso-position-vertical-relative:text;mso-width-percent:100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" filled="f" stroked="f" strokeweight="1.5pt">
              <v:stroke endcap="round"/>
              <v:textbox>
                <w:txbxContent>
                  <w:p w14:paraId="292CED5B" w14:textId="77777777" w:rsidR="00F70692" w:rsidRPr="009B6D57" w:rsidRDefault="003A3E08" w:rsidP="00C7085C">
                    <w:pPr>
                      <w:pStyle w:val="Footer"/>
                      <w:rPr>
                        <w:color w:val="FFFFFF" w:themeColor="background1"/>
                      </w:rPr>
                    </w:pPr>
                    <w:r>
                      <w:rPr>
                        <w:color w:val="FFFFFF" w:themeColor="background1"/>
                      </w:rPr>
                      <w:t>1213 W Slaughter Ln #170, Austin, TX 78748</w:t>
                    </w:r>
                  </w:p>
                  <w:p w14:paraId="3B9A9560" w14:textId="77777777" w:rsidR="00F70692" w:rsidRPr="009B6D57" w:rsidRDefault="00A27D46" w:rsidP="00C7085C">
                    <w:pPr>
                      <w:pStyle w:val="Footer"/>
                      <w:rPr>
                        <w:color w:val="FFFFFF" w:themeColor="background1"/>
                      </w:rPr>
                    </w:pPr>
                    <w:r w:rsidRPr="009B6D57">
                      <w:rPr>
                        <w:color w:val="FFFFFF" w:themeColor="background1"/>
                      </w:rPr>
                      <w:t xml:space="preserve">  800-264-7879</w:t>
                    </w:r>
                    <w:r w:rsidR="00C7085C" w:rsidRPr="009B6D57">
                      <w:rPr>
                        <w:color w:val="FFFFFF" w:themeColor="background1"/>
                      </w:rPr>
                      <w:t xml:space="preserve"> </w:t>
                    </w:r>
                    <w:r w:rsidRPr="009B6D57">
                      <w:rPr>
                        <w:color w:val="FFFFFF" w:themeColor="background1"/>
                      </w:rPr>
                      <w:t>www.patriotservicesnetwork.com</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9EDB4" w14:textId="77777777" w:rsidR="00461E4C" w:rsidRDefault="00461E4C">
      <w:pPr>
        <w:spacing w:after="0" w:line="240" w:lineRule="auto"/>
      </w:pPr>
      <w:r>
        <w:separator/>
      </w:r>
    </w:p>
    <w:p w14:paraId="7CF0D2C0" w14:textId="77777777" w:rsidR="00461E4C" w:rsidRDefault="00461E4C"/>
  </w:footnote>
  <w:footnote w:type="continuationSeparator" w:id="0">
    <w:p w14:paraId="3EE5F386" w14:textId="77777777" w:rsidR="00461E4C" w:rsidRDefault="00461E4C">
      <w:pPr>
        <w:spacing w:after="0" w:line="240" w:lineRule="auto"/>
      </w:pPr>
      <w:r>
        <w:continuationSeparator/>
      </w:r>
    </w:p>
    <w:p w14:paraId="16BC2B8E" w14:textId="77777777" w:rsidR="00461E4C" w:rsidRDefault="00461E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14:paraId="0152E221" w14:textId="77777777">
      <w:trPr>
        <w:trHeight w:val="576"/>
      </w:trPr>
      <w:tc>
        <w:tcPr>
          <w:tcW w:w="7920" w:type="dxa"/>
        </w:tcPr>
        <w:p w14:paraId="1C22E25E" w14:textId="77777777" w:rsidR="00756B5A" w:rsidRDefault="00756B5A">
          <w:pPr>
            <w:pStyle w:val="Header"/>
          </w:pPr>
        </w:p>
      </w:tc>
    </w:tr>
  </w:tbl>
  <w:p w14:paraId="63B9C562" w14:textId="77777777" w:rsidR="00756B5A" w:rsidRDefault="008678F9">
    <w:pPr>
      <w:pStyle w:val="Header"/>
    </w:pPr>
    <w:r>
      <w:rPr>
        <w:noProof/>
        <w:lang w:eastAsia="en-US"/>
      </w:rPr>
      <mc:AlternateContent>
        <mc:Choice Requires="wps">
          <w:drawing>
            <wp:anchor distT="0" distB="0" distL="114300" distR="114300" simplePos="0" relativeHeight="251644928" behindDoc="0" locked="0" layoutInCell="1" allowOverlap="1" wp14:anchorId="3812B118" wp14:editId="4020BAC3">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7C6B0EF6" id="Straight Connector 1" o:spid="_x0000_s1026" alt="Line design element" style="position:absolute;z-index:251644928;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" strokecolor="#18276c [3215]" strokeweight="7.5pt">
              <v:stroke endcap="round"/>
              <w10:wrap anchorx="page" anchory="page"/>
            </v:line>
          </w:pict>
        </mc:Fallback>
      </mc:AlternateContent>
    </w:r>
  </w:p>
  <w:p w14:paraId="68D61FAF" w14:textId="77777777" w:rsidR="00220381" w:rsidRDefault="0022038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26E87" w14:textId="77777777" w:rsidR="00756B5A" w:rsidRDefault="009B6D57">
    <w:pPr>
      <w:pStyle w:val="Header"/>
    </w:pPr>
    <w:r>
      <w:rPr>
        <w:noProof/>
      </w:rPr>
      <mc:AlternateContent>
        <mc:Choice Requires="wpg">
          <w:drawing>
            <wp:anchor distT="0" distB="0" distL="114300" distR="114300" simplePos="0" relativeHeight="251683840" behindDoc="0" locked="0" layoutInCell="1" allowOverlap="1" wp14:anchorId="7041A46A" wp14:editId="214D63D5">
              <wp:simplePos x="0" y="0"/>
              <wp:positionH relativeFrom="page">
                <wp:align>center</wp:align>
              </wp:positionH>
              <wp:positionV relativeFrom="page">
                <wp:align>bottom</wp:align>
              </wp:positionV>
              <wp:extent cx="7882890" cy="9678670"/>
              <wp:effectExtent l="0" t="0" r="5715" b="0"/>
              <wp:wrapNone/>
              <wp:docPr id="6" name="Group 6" descr="decorative elements"/>
              <wp:cNvGraphicFramePr/>
              <a:graphic xmlns:a="http://schemas.openxmlformats.org/drawingml/2006/main">
                <a:graphicData uri="http://schemas.microsoft.com/office/word/2010/wordprocessingGroup">
                  <wpg:wgp>
                    <wpg:cNvGrpSpPr/>
                    <wpg:grpSpPr>
                      <a:xfrm>
                        <a:off x="0" y="0"/>
                        <a:ext cx="7883150" cy="9679094"/>
                        <a:chOff x="0" y="0"/>
                        <a:chExt cx="7883150" cy="9679094"/>
                      </a:xfrm>
                    </wpg:grpSpPr>
                    <wpg:grpSp>
                      <wpg:cNvPr id="13" name="Group 13"/>
                      <wpg:cNvGrpSpPr/>
                      <wpg:grpSpPr>
                        <a:xfrm>
                          <a:off x="0" y="9084734"/>
                          <a:ext cx="7883150" cy="594360"/>
                          <a:chOff x="0" y="0"/>
                          <a:chExt cx="7883150" cy="576956"/>
                        </a:xfrm>
                      </wpg:grpSpPr>
                      <wps:wsp>
                        <wps:cNvPr id="2" name="Freeform: Shape 2">
                          <a:extLst>
                            <a:ext uri="{FF2B5EF4-FFF2-40B4-BE49-F238E27FC236}">
                              <a16:creationId xmlns:a16="http://schemas.microsoft.com/office/drawing/2014/main" id="{7FE843AF-43C2-485A-B221-54BEF0341D97}"/>
                            </a:ext>
                          </a:extLst>
                        </wps:cNvPr>
                        <wps:cNvSpPr/>
                        <wps:spPr>
                          <a:xfrm>
                            <a:off x="4180114" y="0"/>
                            <a:ext cx="3703036" cy="576956"/>
                          </a:xfrm>
                          <a:custGeom>
                            <a:avLst/>
                            <a:gdLst>
                              <a:gd name="connsiteX0" fmla="*/ 7144 w 2752725"/>
                              <a:gd name="connsiteY0" fmla="*/ 7144 h 381000"/>
                              <a:gd name="connsiteX1" fmla="*/ 2749391 w 2752725"/>
                              <a:gd name="connsiteY1" fmla="*/ 7144 h 381000"/>
                              <a:gd name="connsiteX2" fmla="*/ 2749391 w 2752725"/>
                              <a:gd name="connsiteY2" fmla="*/ 380524 h 381000"/>
                              <a:gd name="connsiteX3" fmla="*/ 7144 w 2752725"/>
                              <a:gd name="connsiteY3" fmla="*/ 380524 h 381000"/>
                            </a:gdLst>
                            <a:ahLst/>
                            <a:cxnLst>
                              <a:cxn ang="0">
                                <a:pos x="connsiteX0" y="connsiteY0"/>
                              </a:cxn>
                              <a:cxn ang="0">
                                <a:pos x="connsiteX1" y="connsiteY1"/>
                              </a:cxn>
                              <a:cxn ang="0">
                                <a:pos x="connsiteX2" y="connsiteY2"/>
                              </a:cxn>
                              <a:cxn ang="0">
                                <a:pos x="connsiteX3" y="connsiteY3"/>
                              </a:cxn>
                            </a:cxnLst>
                            <a:rect l="l" t="t" r="r" b="b"/>
                            <a:pathLst>
                              <a:path w="2752725" h="381000">
                                <a:moveTo>
                                  <a:pt x="7144" y="7144"/>
                                </a:moveTo>
                                <a:lnTo>
                                  <a:pt x="2749391" y="7144"/>
                                </a:lnTo>
                                <a:lnTo>
                                  <a:pt x="2749391" y="380524"/>
                                </a:lnTo>
                                <a:lnTo>
                                  <a:pt x="7144" y="380524"/>
                                </a:lnTo>
                                <a:close/>
                              </a:path>
                            </a:pathLst>
                          </a:custGeom>
                          <a:solidFill>
                            <a:srgbClr val="00206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 name="Freeform: Shape 3">
                          <a:extLst>
                            <a:ext uri="{FF2B5EF4-FFF2-40B4-BE49-F238E27FC236}">
                              <a16:creationId xmlns:a16="http://schemas.microsoft.com/office/drawing/2014/main" id="{EA2A9033-B10F-4DEB-BC0F-4AFA6BCDBBE7}"/>
                            </a:ext>
                          </a:extLst>
                        </wps:cNvPr>
                        <wps:cNvSpPr/>
                        <wps:spPr>
                          <a:xfrm>
                            <a:off x="0" y="0"/>
                            <a:ext cx="3703036" cy="576956"/>
                          </a:xfrm>
                          <a:custGeom>
                            <a:avLst/>
                            <a:gdLst>
                              <a:gd name="connsiteX0" fmla="*/ 7144 w 2752725"/>
                              <a:gd name="connsiteY0" fmla="*/ 7144 h 381000"/>
                              <a:gd name="connsiteX1" fmla="*/ 2749391 w 2752725"/>
                              <a:gd name="connsiteY1" fmla="*/ 7144 h 381000"/>
                              <a:gd name="connsiteX2" fmla="*/ 2749391 w 2752725"/>
                              <a:gd name="connsiteY2" fmla="*/ 380524 h 381000"/>
                              <a:gd name="connsiteX3" fmla="*/ 7144 w 2752725"/>
                              <a:gd name="connsiteY3" fmla="*/ 380524 h 381000"/>
                            </a:gdLst>
                            <a:ahLst/>
                            <a:cxnLst>
                              <a:cxn ang="0">
                                <a:pos x="connsiteX0" y="connsiteY0"/>
                              </a:cxn>
                              <a:cxn ang="0">
                                <a:pos x="connsiteX1" y="connsiteY1"/>
                              </a:cxn>
                              <a:cxn ang="0">
                                <a:pos x="connsiteX2" y="connsiteY2"/>
                              </a:cxn>
                              <a:cxn ang="0">
                                <a:pos x="connsiteX3" y="connsiteY3"/>
                              </a:cxn>
                            </a:cxnLst>
                            <a:rect l="l" t="t" r="r" b="b"/>
                            <a:pathLst>
                              <a:path w="2752725" h="381000">
                                <a:moveTo>
                                  <a:pt x="7144" y="7144"/>
                                </a:moveTo>
                                <a:lnTo>
                                  <a:pt x="2749391" y="7144"/>
                                </a:lnTo>
                                <a:lnTo>
                                  <a:pt x="2749391" y="380524"/>
                                </a:lnTo>
                                <a:lnTo>
                                  <a:pt x="7144" y="380524"/>
                                </a:lnTo>
                                <a:close/>
                              </a:path>
                            </a:pathLst>
                          </a:custGeom>
                          <a:solidFill>
                            <a:srgbClr val="00206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 name="Freeform: Shape 4">
                          <a:extLst>
                            <a:ext uri="{FF2B5EF4-FFF2-40B4-BE49-F238E27FC236}">
                              <a16:creationId xmlns:a16="http://schemas.microsoft.com/office/drawing/2014/main" id="{3FB14500-D17B-4FA5-B611-0C0482162C60}"/>
                            </a:ext>
                          </a:extLst>
                        </wps:cNvPr>
                        <wps:cNvSpPr/>
                        <wps:spPr>
                          <a:xfrm>
                            <a:off x="2705877" y="0"/>
                            <a:ext cx="3831168" cy="576956"/>
                          </a:xfrm>
                          <a:custGeom>
                            <a:avLst/>
                            <a:gdLst>
                              <a:gd name="connsiteX0" fmla="*/ 2297906 w 2847975"/>
                              <a:gd name="connsiteY0" fmla="*/ 7144 h 381000"/>
                              <a:gd name="connsiteX1" fmla="*/ 7144 w 2847975"/>
                              <a:gd name="connsiteY1" fmla="*/ 7144 h 381000"/>
                              <a:gd name="connsiteX2" fmla="*/ 558641 w 2847975"/>
                              <a:gd name="connsiteY2" fmla="*/ 380524 h 381000"/>
                              <a:gd name="connsiteX3" fmla="*/ 2849404 w 2847975"/>
                              <a:gd name="connsiteY3" fmla="*/ 380524 h 381000"/>
                            </a:gdLst>
                            <a:ahLst/>
                            <a:cxnLst>
                              <a:cxn ang="0">
                                <a:pos x="connsiteX0" y="connsiteY0"/>
                              </a:cxn>
                              <a:cxn ang="0">
                                <a:pos x="connsiteX1" y="connsiteY1"/>
                              </a:cxn>
                              <a:cxn ang="0">
                                <a:pos x="connsiteX2" y="connsiteY2"/>
                              </a:cxn>
                              <a:cxn ang="0">
                                <a:pos x="connsiteX3" y="connsiteY3"/>
                              </a:cxn>
                            </a:cxnLst>
                            <a:rect l="l" t="t" r="r" b="b"/>
                            <a:pathLst>
                              <a:path w="2847975" h="381000">
                                <a:moveTo>
                                  <a:pt x="2297906" y="7144"/>
                                </a:moveTo>
                                <a:lnTo>
                                  <a:pt x="7144" y="7144"/>
                                </a:lnTo>
                                <a:lnTo>
                                  <a:pt x="558641" y="380524"/>
                                </a:lnTo>
                                <a:lnTo>
                                  <a:pt x="2849404" y="380524"/>
                                </a:lnTo>
                                <a:close/>
                              </a:path>
                            </a:pathLst>
                          </a:custGeom>
                          <a:solidFill>
                            <a:srgbClr val="FF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 name="Freeform: Shape 5">
                          <a:extLst>
                            <a:ext uri="{FF2B5EF4-FFF2-40B4-BE49-F238E27FC236}">
                              <a16:creationId xmlns:a16="http://schemas.microsoft.com/office/drawing/2014/main" id="{2C213B07-C5E9-45EC-8441-F74617EDCDA4}"/>
                            </a:ext>
                          </a:extLst>
                        </wps:cNvPr>
                        <wps:cNvSpPr/>
                        <wps:spPr>
                          <a:xfrm>
                            <a:off x="1538773" y="0"/>
                            <a:ext cx="2408895" cy="576956"/>
                          </a:xfrm>
                          <a:custGeom>
                            <a:avLst/>
                            <a:gdLst>
                              <a:gd name="connsiteX0" fmla="*/ 1237774 w 1790700"/>
                              <a:gd name="connsiteY0" fmla="*/ 7144 h 381000"/>
                              <a:gd name="connsiteX1" fmla="*/ 7144 w 1790700"/>
                              <a:gd name="connsiteY1" fmla="*/ 7144 h 381000"/>
                              <a:gd name="connsiteX2" fmla="*/ 558641 w 1790700"/>
                              <a:gd name="connsiteY2" fmla="*/ 380524 h 381000"/>
                              <a:gd name="connsiteX3" fmla="*/ 1789271 w 1790700"/>
                              <a:gd name="connsiteY3" fmla="*/ 380524 h 381000"/>
                            </a:gdLst>
                            <a:ahLst/>
                            <a:cxnLst>
                              <a:cxn ang="0">
                                <a:pos x="connsiteX0" y="connsiteY0"/>
                              </a:cxn>
                              <a:cxn ang="0">
                                <a:pos x="connsiteX1" y="connsiteY1"/>
                              </a:cxn>
                              <a:cxn ang="0">
                                <a:pos x="connsiteX2" y="connsiteY2"/>
                              </a:cxn>
                              <a:cxn ang="0">
                                <a:pos x="connsiteX3" y="connsiteY3"/>
                              </a:cxn>
                            </a:cxnLst>
                            <a:rect l="l" t="t" r="r" b="b"/>
                            <a:pathLst>
                              <a:path w="1790700" h="381000">
                                <a:moveTo>
                                  <a:pt x="1237774" y="7144"/>
                                </a:moveTo>
                                <a:lnTo>
                                  <a:pt x="7144" y="7144"/>
                                </a:lnTo>
                                <a:lnTo>
                                  <a:pt x="558641" y="380524"/>
                                </a:lnTo>
                                <a:lnTo>
                                  <a:pt x="1789271" y="380524"/>
                                </a:lnTo>
                                <a:close/>
                              </a:path>
                            </a:pathLst>
                          </a:custGeom>
                          <a:solidFill>
                            <a:srgbClr val="FF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12" name="Group 12"/>
                      <wpg:cNvGrpSpPr/>
                      <wpg:grpSpPr>
                        <a:xfrm>
                          <a:off x="4140200" y="0"/>
                          <a:ext cx="3737711" cy="594360"/>
                          <a:chOff x="0" y="0"/>
                          <a:chExt cx="3737711" cy="727788"/>
                        </a:xfrm>
                      </wpg:grpSpPr>
                      <wps:wsp>
                        <wps:cNvPr id="8" name="Freeform: Shape 8"/>
                        <wps:cNvSpPr/>
                        <wps:spPr>
                          <a:xfrm>
                            <a:off x="485192" y="0"/>
                            <a:ext cx="3252519" cy="727788"/>
                          </a:xfrm>
                          <a:custGeom>
                            <a:avLst/>
                            <a:gdLst>
                              <a:gd name="connsiteX0" fmla="*/ 7144 w 2009775"/>
                              <a:gd name="connsiteY0" fmla="*/ 7144 h 457200"/>
                              <a:gd name="connsiteX1" fmla="*/ 2005489 w 2009775"/>
                              <a:gd name="connsiteY1" fmla="*/ 7144 h 457200"/>
                              <a:gd name="connsiteX2" fmla="*/ 2005489 w 2009775"/>
                              <a:gd name="connsiteY2" fmla="*/ 454819 h 457200"/>
                              <a:gd name="connsiteX3" fmla="*/ 7144 w 200977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2009775" h="457200">
                                <a:moveTo>
                                  <a:pt x="7144" y="7144"/>
                                </a:moveTo>
                                <a:lnTo>
                                  <a:pt x="2005489" y="7144"/>
                                </a:lnTo>
                                <a:lnTo>
                                  <a:pt x="2005489" y="454819"/>
                                </a:lnTo>
                                <a:lnTo>
                                  <a:pt x="7144" y="454819"/>
                                </a:lnTo>
                                <a:close/>
                              </a:path>
                            </a:pathLst>
                          </a:custGeom>
                          <a:solidFill>
                            <a:srgbClr val="00206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 name="Freeform: Shape 10"/>
                        <wps:cNvSpPr/>
                        <wps:spPr>
                          <a:xfrm>
                            <a:off x="429209" y="0"/>
                            <a:ext cx="2743831" cy="727788"/>
                          </a:xfrm>
                          <a:custGeom>
                            <a:avLst/>
                            <a:gdLst>
                              <a:gd name="connsiteX0" fmla="*/ 1400651 w 1695450"/>
                              <a:gd name="connsiteY0" fmla="*/ 7144 h 457200"/>
                              <a:gd name="connsiteX1" fmla="*/ 7144 w 1695450"/>
                              <a:gd name="connsiteY1" fmla="*/ 7144 h 457200"/>
                              <a:gd name="connsiteX2" fmla="*/ 295751 w 1695450"/>
                              <a:gd name="connsiteY2" fmla="*/ 454819 h 457200"/>
                              <a:gd name="connsiteX3" fmla="*/ 1688306 w 1695450"/>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95450" h="457200">
                                <a:moveTo>
                                  <a:pt x="1400651" y="7144"/>
                                </a:moveTo>
                                <a:lnTo>
                                  <a:pt x="7144" y="7144"/>
                                </a:lnTo>
                                <a:lnTo>
                                  <a:pt x="295751" y="454819"/>
                                </a:lnTo>
                                <a:lnTo>
                                  <a:pt x="1688306" y="454819"/>
                                </a:lnTo>
                                <a:close/>
                              </a:path>
                            </a:pathLst>
                          </a:custGeom>
                          <a:solidFill>
                            <a:srgbClr val="FF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 name="Freeform: Shape 11"/>
                        <wps:cNvSpPr/>
                        <wps:spPr>
                          <a:xfrm>
                            <a:off x="0" y="0"/>
                            <a:ext cx="2728416" cy="727788"/>
                          </a:xfrm>
                          <a:custGeom>
                            <a:avLst/>
                            <a:gdLst>
                              <a:gd name="connsiteX0" fmla="*/ 1391126 w 1685925"/>
                              <a:gd name="connsiteY0" fmla="*/ 7144 h 457200"/>
                              <a:gd name="connsiteX1" fmla="*/ 7144 w 1685925"/>
                              <a:gd name="connsiteY1" fmla="*/ 7144 h 457200"/>
                              <a:gd name="connsiteX2" fmla="*/ 295751 w 1685925"/>
                              <a:gd name="connsiteY2" fmla="*/ 454819 h 457200"/>
                              <a:gd name="connsiteX3" fmla="*/ 1678781 w 168592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85925" h="457200">
                                <a:moveTo>
                                  <a:pt x="1391126" y="7144"/>
                                </a:moveTo>
                                <a:lnTo>
                                  <a:pt x="7144" y="7144"/>
                                </a:lnTo>
                                <a:lnTo>
                                  <a:pt x="295751" y="454819"/>
                                </a:lnTo>
                                <a:lnTo>
                                  <a:pt x="1678781" y="454819"/>
                                </a:lnTo>
                                <a:close/>
                              </a:path>
                            </a:pathLst>
                          </a:custGeom>
                          <a:solidFill>
                            <a:srgbClr val="00206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H relativeFrom="page">
                <wp14:pctWidth>101400</wp14:pctWidth>
              </wp14:sizeRelH>
              <wp14:sizeRelV relativeFrom="page">
                <wp14:pctHeight>96500</wp14:pctHeight>
              </wp14:sizeRelV>
            </wp:anchor>
          </w:drawing>
        </mc:Choice>
        <mc:Fallback>
          <w:pict>
            <v:group w14:anchorId="49DF6D3D" id="Group 6" o:spid="_x0000_s1026" alt="decorative elements" style="position:absolute;margin-left:0;margin-top:0;width:620.7pt;height:762.1pt;z-index:251683840;mso-width-percent:1014;mso-height-percent:965;mso-position-horizontal:center;mso-position-horizontal-relative:page;mso-position-vertical:bottom;mso-position-vertical-relative:page;mso-width-percent:1014;mso-height-percent:965" coordsize="78831,967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">
              <v:group id="Group 13" o:spid="_x0000_s1027" style="position:absolute;top:90847;width:78831;height:5943" coordsize="78831,57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">
                <v:shape id="Freeform: Shape 2" o:spid="_x0000_s1028" style="position:absolute;left:41801;width:37030;height:5769;visibility:visible;mso-wrap-style:square;v-text-anchor:middle" coordsize="2752725,381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" path="m7144,7144r2742247,l2749391,380524r-2742247,l7144,7144xe" fillcolor="#002060" stroked="f">
                  <v:stroke joinstyle="miter"/>
                  <v:path arrowok="t" o:connecttype="custom" o:connectlocs="9610,10818;3698551,10818;3698551,576235;9610,576235" o:connectangles="0,0,0,0"/>
                </v:shape>
                <v:shape id="Freeform: Shape 3" o:spid="_x0000_s1029" style="position:absolute;width:37030;height:5769;visibility:visible;mso-wrap-style:square;v-text-anchor:middle" coordsize="2752725,381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" path="m7144,7144r2742247,l2749391,380524r-2742247,l7144,7144xe" fillcolor="#002060" stroked="f">
                  <v:stroke joinstyle="miter"/>
                  <v:path arrowok="t" o:connecttype="custom" o:connectlocs="9610,10818;3698551,10818;3698551,576235;9610,576235" o:connectangles="0,0,0,0"/>
                </v:shape>
                <v:shape id="Freeform: Shape 4" o:spid="_x0000_s1030" style="position:absolute;left:27058;width:38312;height:5769;visibility:visible;mso-wrap-style:square;v-text-anchor:middle" coordsize="2847975,381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" path="m2297906,7144l7144,7144,558641,380524r2290763,l2297906,7144xe" fillcolor="red" stroked="f">
                  <v:stroke joinstyle="miter"/>
                  <v:path arrowok="t" o:connecttype="custom" o:connectlocs="3091201,10818;9610,10818;751498,576235;3833090,576235" o:connectangles="0,0,0,0"/>
                </v:shape>
                <v:shape id="Freeform: Shape 5" o:spid="_x0000_s1031" style="position:absolute;left:15387;width:24089;height:5769;visibility:visible;mso-wrap-style:square;v-text-anchor:middle" coordsize="1790700,381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" path="m1237774,7144l7144,7144,558641,380524r1230630,l1237774,7144xe" fillcolor="red" stroked="f">
                  <v:stroke joinstyle="miter"/>
                  <v:path arrowok="t" o:connecttype="custom" o:connectlocs="1665085,10818;9610,10818;751498,576235;2406973,576235" o:connectangles="0,0,0,0"/>
                </v:shape>
              </v:group>
              <v:group id="Group 12" o:spid="_x0000_s1032" style="position:absolute;left:41402;width:37377;height:5943" coordsize="37377,72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">
                <v:shape id="Freeform: Shape 8" o:spid="_x0000_s1033" style="position:absolute;left:4851;width:32526;height:7277;visibility:visible;mso-wrap-style:square;v-text-anchor:middle" coordsize="2009775,457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" path="m7144,7144r1998345,l2005489,454819r-1998345,l7144,7144xe" fillcolor="#002060" stroked="f">
                  <v:stroke joinstyle="miter"/>
                  <v:path arrowok="t" o:connecttype="custom" o:connectlocs="11561,11372;3245583,11372;3245583,723998;11561,723998" o:connectangles="0,0,0,0"/>
                </v:shape>
                <v:shape id="Freeform: Shape 10" o:spid="_x0000_s1034" style="position:absolute;left:4292;width:27438;height:7277;visibility:visible;mso-wrap-style:square;v-text-anchor:middle" coordsize="1695450,457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" path="m1400651,7144l7144,7144,295751,454819r1392555,l1400651,7144xe" fillcolor="red" stroked="f">
                  <v:stroke joinstyle="miter"/>
                  <v:path arrowok="t" o:connecttype="custom" o:connectlocs="2266743,11372;11561,11372;478629,723998;2732270,723998" o:connectangles="0,0,0,0"/>
                </v:shape>
                <v:shape id="Freeform: Shape 11" o:spid="_x0000_s1035" style="position:absolute;width:27284;height:7277;visibility:visible;mso-wrap-style:square;v-text-anchor:middle" coordsize="1685925,457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" path="m1391126,7144l7144,7144,295751,454819r1383030,l1391126,7144xe" fillcolor="#002060" stroked="f">
                  <v:stroke joinstyle="miter"/>
                  <v:path arrowok="t" o:connecttype="custom" o:connectlocs="2251328,11372;11561,11372;478629,723998;2716855,723998" o:connectangles="0,0,0,0"/>
                </v:shape>
              </v:group>
              <w10:wrap anchorx="page" anchory="page"/>
            </v:group>
          </w:pict>
        </mc:Fallback>
      </mc:AlternateContent>
    </w:r>
    <w:r w:rsidR="00506601">
      <w:rPr>
        <w:noProof/>
      </w:rPr>
      <w:drawing>
        <wp:inline distT="0" distB="0" distL="0" distR="0" wp14:anchorId="30FBAD62" wp14:editId="42375B9F">
          <wp:extent cx="2743200" cy="914400"/>
          <wp:effectExtent l="0" t="0" r="0" b="0"/>
          <wp:docPr id="17" name="Picture 17" descr="A close up of a logo&#13;&#10;&#13;&#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atriot-Services-Network-Logo-Final-Design.png"/>
                  <pic:cNvPicPr/>
                </pic:nvPicPr>
                <pic:blipFill rotWithShape="1">
                  <a:blip r:embed="rId1">
                    <a:extLst>
                      <a:ext uri="{28A0092B-C50C-407E-A947-70E740481C1C}">
                        <a14:useLocalDpi xmlns:a14="http://schemas.microsoft.com/office/drawing/2010/main"/>
                      </a:ext>
                    </a:extLst>
                  </a:blip>
                  <a:srcRect t="20867" r="6230" b="26119"/>
                  <a:stretch/>
                </pic:blipFill>
                <pic:spPr bwMode="auto">
                  <a:xfrm>
                    <a:off x="0" y="0"/>
                    <a:ext cx="2743200" cy="914400"/>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E4C"/>
    <w:rsid w:val="00063AAE"/>
    <w:rsid w:val="001433FA"/>
    <w:rsid w:val="00187D0C"/>
    <w:rsid w:val="001B5693"/>
    <w:rsid w:val="00201C80"/>
    <w:rsid w:val="00220381"/>
    <w:rsid w:val="00232314"/>
    <w:rsid w:val="00265373"/>
    <w:rsid w:val="00273824"/>
    <w:rsid w:val="0028290B"/>
    <w:rsid w:val="002E6ABA"/>
    <w:rsid w:val="003A3E08"/>
    <w:rsid w:val="003B6F05"/>
    <w:rsid w:val="003C0FA4"/>
    <w:rsid w:val="00461E4C"/>
    <w:rsid w:val="00506601"/>
    <w:rsid w:val="005B0584"/>
    <w:rsid w:val="006825A3"/>
    <w:rsid w:val="00756B5A"/>
    <w:rsid w:val="007A1C6F"/>
    <w:rsid w:val="007C78B0"/>
    <w:rsid w:val="008678F9"/>
    <w:rsid w:val="00941CFB"/>
    <w:rsid w:val="00982BCC"/>
    <w:rsid w:val="009B6D57"/>
    <w:rsid w:val="00A2707E"/>
    <w:rsid w:val="00A27D46"/>
    <w:rsid w:val="00A82F39"/>
    <w:rsid w:val="00B4626C"/>
    <w:rsid w:val="00C701E9"/>
    <w:rsid w:val="00C7085C"/>
    <w:rsid w:val="00DB6ED8"/>
    <w:rsid w:val="00DC6079"/>
    <w:rsid w:val="00E56FAF"/>
    <w:rsid w:val="00EB0670"/>
    <w:rsid w:val="00EB5B52"/>
    <w:rsid w:val="00F3778A"/>
    <w:rsid w:val="00F70692"/>
    <w:rsid w:val="00FA2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255E4"/>
  <w15:chartTrackingRefBased/>
  <w15:docId w15:val="{8C09B5D1-2177-D04B-A83B-2935B407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079"/>
  </w:style>
  <w:style w:type="paragraph" w:styleId="Heading1">
    <w:name w:val="heading 1"/>
    <w:basedOn w:val="Normal"/>
    <w:next w:val="Normal"/>
    <w:link w:val="Heading1Char"/>
    <w:uiPriority w:val="9"/>
    <w:qFormat/>
    <w:rsid w:val="00232314"/>
    <w:pPr>
      <w:keepNext/>
      <w:keepLines/>
      <w:spacing w:after="0" w:line="240" w:lineRule="auto"/>
      <w:outlineLvl w:val="0"/>
    </w:pPr>
    <w:rPr>
      <w:rFonts w:asciiTheme="majorHAnsi" w:eastAsiaTheme="majorEastAsia" w:hAnsiTheme="majorHAnsi" w:cstheme="majorBidi"/>
      <w:b/>
      <w:noProof/>
      <w:color w:val="18276C" w:themeColor="text2"/>
      <w:sz w:val="48"/>
      <w:szCs w:val="32"/>
    </w:rPr>
  </w:style>
  <w:style w:type="paragraph" w:styleId="Heading2">
    <w:name w:val="heading 2"/>
    <w:basedOn w:val="Normal"/>
    <w:next w:val="Normal"/>
    <w:link w:val="Heading2Char"/>
    <w:uiPriority w:val="9"/>
    <w:qFormat/>
    <w:rsid w:val="00232314"/>
    <w:pPr>
      <w:keepNext/>
      <w:keepLines/>
      <w:spacing w:after="480"/>
      <w:outlineLvl w:val="1"/>
    </w:pPr>
    <w:rPr>
      <w:rFonts w:cstheme="majorBidi"/>
      <w:color w:val="18276C" w:themeColor="text2"/>
      <w:sz w:val="32"/>
      <w:szCs w:val="22"/>
    </w:rPr>
  </w:style>
  <w:style w:type="paragraph" w:styleId="Heading3">
    <w:name w:val="heading 3"/>
    <w:basedOn w:val="Normal"/>
    <w:next w:val="Normal"/>
    <w:link w:val="Heading3Char"/>
    <w:uiPriority w:val="9"/>
    <w:semiHidden/>
    <w:qFormat/>
    <w:pPr>
      <w:keepNext/>
      <w:keepLines/>
      <w:spacing w:after="0" w:line="240" w:lineRule="auto"/>
      <w:outlineLvl w:val="2"/>
    </w:pPr>
    <w:rPr>
      <w:rFonts w:asciiTheme="majorHAnsi" w:eastAsiaTheme="majorEastAsia" w:hAnsiTheme="majorHAnsi" w:cstheme="majorBidi"/>
      <w:color w:val="802E90" w:themeColor="accent1" w:themeShade="BF"/>
      <w:sz w:val="32"/>
    </w:rPr>
  </w:style>
  <w:style w:type="paragraph" w:styleId="Heading4">
    <w:name w:val="heading 4"/>
    <w:basedOn w:val="Normal"/>
    <w:next w:val="Normal"/>
    <w:link w:val="Heading4Char"/>
    <w:uiPriority w:val="9"/>
    <w:semiHidden/>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qFormat/>
    <w:pPr>
      <w:keepNext/>
      <w:keepLines/>
      <w:spacing w:after="0" w:line="240" w:lineRule="auto"/>
      <w:outlineLvl w:val="4"/>
    </w:pPr>
    <w:rPr>
      <w:rFonts w:asciiTheme="majorHAnsi" w:eastAsiaTheme="majorEastAsia" w:hAnsiTheme="majorHAnsi" w:cstheme="majorBidi"/>
      <w:b/>
      <w:color w:val="18276C" w:themeColor="text2"/>
      <w:sz w:val="28"/>
    </w:rPr>
  </w:style>
  <w:style w:type="paragraph" w:styleId="Heading6">
    <w:name w:val="heading 6"/>
    <w:basedOn w:val="Normal"/>
    <w:next w:val="Normal"/>
    <w:link w:val="Heading6Char"/>
    <w:uiPriority w:val="9"/>
    <w:semiHidden/>
    <w:qFormat/>
    <w:pPr>
      <w:keepNext/>
      <w:keepLines/>
      <w:spacing w:line="240" w:lineRule="auto"/>
      <w:outlineLvl w:val="5"/>
    </w:pPr>
    <w:rPr>
      <w:rFonts w:cstheme="majorBidi"/>
      <w:color w:val="802E90" w:themeColor="accent1" w:themeShade="BF"/>
      <w:sz w:val="28"/>
    </w:rPr>
  </w:style>
  <w:style w:type="paragraph" w:styleId="Heading7">
    <w:name w:val="heading 7"/>
    <w:basedOn w:val="Normal"/>
    <w:next w:val="Normal"/>
    <w:link w:val="Heading7Char"/>
    <w:uiPriority w:val="9"/>
    <w:semiHidden/>
    <w:qFormat/>
    <w:pPr>
      <w:keepNext/>
      <w:keepLines/>
      <w:spacing w:after="0" w:line="240" w:lineRule="auto"/>
      <w:outlineLvl w:val="6"/>
    </w:pPr>
    <w:rPr>
      <w:rFonts w:asciiTheme="majorHAnsi" w:eastAsiaTheme="majorEastAsia" w:hAnsiTheme="majorHAnsi" w:cstheme="majorBidi"/>
      <w:b/>
      <w:iCs/>
      <w:color w:val="18276C" w:themeColor="text2"/>
    </w:rPr>
  </w:style>
  <w:style w:type="paragraph" w:styleId="Heading8">
    <w:name w:val="heading 8"/>
    <w:basedOn w:val="Normal"/>
    <w:next w:val="Normal"/>
    <w:link w:val="Heading8Char"/>
    <w:uiPriority w:val="9"/>
    <w:semiHidden/>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802E90" w:themeColor="accent1" w:themeShade="BF"/>
      <w:spacing w:val="0"/>
    </w:rPr>
  </w:style>
  <w:style w:type="paragraph" w:customStyle="1" w:styleId="ContactInfo">
    <w:name w:val="Contact Info"/>
    <w:basedOn w:val="Normal"/>
    <w:uiPriority w:val="10"/>
    <w:qFormat/>
    <w:rsid w:val="00232314"/>
    <w:pPr>
      <w:spacing w:before="360" w:after="360" w:line="360" w:lineRule="auto"/>
      <w:contextualSpacing/>
    </w:pPr>
    <w:rPr>
      <w:sz w:val="28"/>
      <w:szCs w:val="28"/>
      <w:lang w:eastAsia="en-US"/>
    </w:rPr>
  </w:style>
  <w:style w:type="paragraph" w:styleId="Date">
    <w:name w:val="Date"/>
    <w:basedOn w:val="Normal"/>
    <w:next w:val="Normal"/>
    <w:link w:val="DateChar"/>
    <w:uiPriority w:val="2"/>
    <w:semiHidden/>
    <w:unhideWhenUsed/>
    <w:qFormat/>
    <w:pPr>
      <w:spacing w:before="540" w:after="360" w:line="240" w:lineRule="auto"/>
    </w:pPr>
    <w:rPr>
      <w:color w:val="AC3EC1" w:themeColor="accent1"/>
      <w:sz w:val="22"/>
    </w:rPr>
  </w:style>
  <w:style w:type="character" w:customStyle="1" w:styleId="DateChar">
    <w:name w:val="Date Char"/>
    <w:basedOn w:val="DefaultParagraphFont"/>
    <w:link w:val="Date"/>
    <w:uiPriority w:val="2"/>
    <w:semiHidden/>
    <w:rPr>
      <w:color w:val="AC3EC1"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semiHidden/>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semiHidden/>
    <w:qFormat/>
    <w:pPr>
      <w:spacing w:after="120" w:line="240" w:lineRule="auto"/>
    </w:pPr>
    <w:rPr>
      <w:rFonts w:ascii="Garamond" w:hAnsi="Garamond"/>
      <w:color w:val="802E90" w:themeColor="accent1" w:themeShade="BF"/>
      <w:sz w:val="56"/>
    </w:rPr>
  </w:style>
  <w:style w:type="character" w:customStyle="1" w:styleId="HeaderChar">
    <w:name w:val="Header Char"/>
    <w:basedOn w:val="DefaultParagraphFont"/>
    <w:link w:val="Header"/>
    <w:uiPriority w:val="99"/>
    <w:semiHidden/>
    <w:rsid w:val="00DC6079"/>
    <w:rPr>
      <w:rFonts w:ascii="Garamond" w:hAnsi="Garamond"/>
      <w:color w:val="7F7F7F" w:themeColor="text1" w:themeTint="80"/>
      <w:sz w:val="20"/>
    </w:rPr>
  </w:style>
  <w:style w:type="paragraph" w:styleId="Footer">
    <w:name w:val="footer"/>
    <w:basedOn w:val="Normal"/>
    <w:link w:val="FooterChar"/>
    <w:uiPriority w:val="99"/>
    <w:rsid w:val="00C7085C"/>
    <w:pPr>
      <w:spacing w:after="0" w:line="240" w:lineRule="auto"/>
      <w:jc w:val="center"/>
    </w:pPr>
    <w:rPr>
      <w:color w:val="000000" w:themeColor="text1"/>
    </w:rPr>
  </w:style>
  <w:style w:type="character" w:customStyle="1" w:styleId="FooterChar">
    <w:name w:val="Footer Char"/>
    <w:basedOn w:val="DefaultParagraphFont"/>
    <w:link w:val="Footer"/>
    <w:uiPriority w:val="99"/>
    <w:rsid w:val="00DC6079"/>
    <w:rPr>
      <w:color w:val="000000" w:themeColor="text1"/>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semiHidden/>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sid w:val="00232314"/>
    <w:rPr>
      <w:rFonts w:asciiTheme="majorHAnsi" w:eastAsiaTheme="majorEastAsia" w:hAnsiTheme="majorHAnsi" w:cstheme="majorBidi"/>
      <w:b/>
      <w:noProof/>
      <w:color w:val="18276C" w:themeColor="text2"/>
      <w:sz w:val="48"/>
      <w:szCs w:val="32"/>
    </w:rPr>
  </w:style>
  <w:style w:type="character" w:customStyle="1" w:styleId="Heading2Char">
    <w:name w:val="Heading 2 Char"/>
    <w:basedOn w:val="DefaultParagraphFont"/>
    <w:link w:val="Heading2"/>
    <w:uiPriority w:val="9"/>
    <w:rsid w:val="00DC6079"/>
    <w:rPr>
      <w:rFonts w:cstheme="majorBidi"/>
      <w:color w:val="18276C" w:themeColor="text2"/>
      <w:sz w:val="32"/>
      <w:szCs w:val="22"/>
    </w:rPr>
  </w:style>
  <w:style w:type="character" w:customStyle="1" w:styleId="Heading3Char">
    <w:name w:val="Heading 3 Char"/>
    <w:basedOn w:val="DefaultParagraphFont"/>
    <w:link w:val="Heading3"/>
    <w:uiPriority w:val="9"/>
    <w:semiHidden/>
    <w:rsid w:val="00DC6079"/>
    <w:rPr>
      <w:rFonts w:asciiTheme="majorHAnsi" w:eastAsiaTheme="majorEastAsia" w:hAnsiTheme="majorHAnsi" w:cstheme="majorBidi"/>
      <w:color w:val="802E90" w:themeColor="accent1" w:themeShade="BF"/>
      <w:sz w:val="32"/>
    </w:rPr>
  </w:style>
  <w:style w:type="character" w:customStyle="1" w:styleId="Heading4Char">
    <w:name w:val="Heading 4 Char"/>
    <w:basedOn w:val="DefaultParagraphFont"/>
    <w:link w:val="Heading4"/>
    <w:uiPriority w:val="9"/>
    <w:semiHidden/>
    <w:rsid w:val="00DC6079"/>
    <w:rPr>
      <w:rFonts w:cstheme="majorBidi"/>
      <w:iCs/>
      <w:color w:val="595959" w:themeColor="text1" w:themeTint="A6"/>
      <w:sz w:val="32"/>
    </w:rPr>
  </w:style>
  <w:style w:type="character" w:customStyle="1" w:styleId="Heading5Char">
    <w:name w:val="Heading 5 Char"/>
    <w:basedOn w:val="DefaultParagraphFont"/>
    <w:link w:val="Heading5"/>
    <w:uiPriority w:val="9"/>
    <w:semiHidden/>
    <w:rsid w:val="00DC6079"/>
    <w:rPr>
      <w:rFonts w:asciiTheme="majorHAnsi" w:eastAsiaTheme="majorEastAsia" w:hAnsiTheme="majorHAnsi" w:cstheme="majorBidi"/>
      <w:b/>
      <w:color w:val="18276C" w:themeColor="text2"/>
      <w:sz w:val="28"/>
    </w:rPr>
  </w:style>
  <w:style w:type="character" w:customStyle="1" w:styleId="Heading6Char">
    <w:name w:val="Heading 6 Char"/>
    <w:basedOn w:val="DefaultParagraphFont"/>
    <w:link w:val="Heading6"/>
    <w:uiPriority w:val="9"/>
    <w:semiHidden/>
    <w:rsid w:val="00DC6079"/>
    <w:rPr>
      <w:rFonts w:cstheme="majorBidi"/>
      <w:color w:val="802E90" w:themeColor="accent1" w:themeShade="BF"/>
      <w:sz w:val="28"/>
    </w:rPr>
  </w:style>
  <w:style w:type="character" w:customStyle="1" w:styleId="Heading7Char">
    <w:name w:val="Heading 7 Char"/>
    <w:basedOn w:val="DefaultParagraphFont"/>
    <w:link w:val="Heading7"/>
    <w:uiPriority w:val="9"/>
    <w:semiHidden/>
    <w:rsid w:val="00DC6079"/>
    <w:rPr>
      <w:rFonts w:asciiTheme="majorHAnsi" w:eastAsiaTheme="majorEastAsia" w:hAnsiTheme="majorHAnsi" w:cstheme="majorBidi"/>
      <w:b/>
      <w:iCs/>
      <w:color w:val="18276C" w:themeColor="text2"/>
    </w:rPr>
  </w:style>
  <w:style w:type="character" w:customStyle="1" w:styleId="Heading8Char">
    <w:name w:val="Heading 8 Char"/>
    <w:basedOn w:val="DefaultParagraphFont"/>
    <w:link w:val="Heading8"/>
    <w:uiPriority w:val="9"/>
    <w:semiHidden/>
    <w:rsid w:val="00DC6079"/>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sid w:val="00DC6079"/>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802E90" w:themeColor="accent1" w:themeShade="BF"/>
        <w:bottom w:val="single" w:sz="4" w:space="10" w:color="802E90" w:themeColor="accent1" w:themeShade="BF"/>
      </w:pBdr>
      <w:spacing w:before="360" w:after="360"/>
    </w:pPr>
    <w:rPr>
      <w:i/>
      <w:iCs/>
      <w:color w:val="802E90" w:themeColor="accent1" w:themeShade="BF"/>
    </w:rPr>
  </w:style>
  <w:style w:type="character" w:customStyle="1" w:styleId="IntenseQuoteChar">
    <w:name w:val="Intense Quote Char"/>
    <w:basedOn w:val="DefaultParagraphFont"/>
    <w:link w:val="IntenseQuote"/>
    <w:uiPriority w:val="30"/>
    <w:semiHidden/>
    <w:rPr>
      <w:i/>
      <w:iCs/>
      <w:color w:val="802E90"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liottgarofalo/Library/Group%20Containers/UBF8T346G9.Office/User%20Content.localized/Templates.localized/PSN%20Letterhead2019.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lestial">
  <a:themeElements>
    <a:clrScheme name="Celestial">
      <a:dk1>
        <a:sysClr val="windowText" lastClr="000000"/>
      </a:dk1>
      <a:lt1>
        <a:sysClr val="window" lastClr="FFFFFF"/>
      </a:lt1>
      <a:dk2>
        <a:srgbClr val="18276C"/>
      </a:dk2>
      <a:lt2>
        <a:srgbClr val="EBEBEB"/>
      </a:lt2>
      <a:accent1>
        <a:srgbClr val="AC3EC1"/>
      </a:accent1>
      <a:accent2>
        <a:srgbClr val="477BD1"/>
      </a:accent2>
      <a:accent3>
        <a:srgbClr val="46B298"/>
      </a:accent3>
      <a:accent4>
        <a:srgbClr val="90BA4C"/>
      </a:accent4>
      <a:accent5>
        <a:srgbClr val="DD9D31"/>
      </a:accent5>
      <a:accent6>
        <a:srgbClr val="E25247"/>
      </a:accent6>
      <a:hlink>
        <a:srgbClr val="C573D2"/>
      </a:hlink>
      <a:folHlink>
        <a:srgbClr val="CCAEE8"/>
      </a:folHlink>
    </a:clrScheme>
    <a:fontScheme name="Celestial">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elestial">
      <a:fillStyleLst>
        <a:solidFill>
          <a:schemeClr val="phClr"/>
        </a:solidFill>
        <a:gradFill rotWithShape="1">
          <a:gsLst>
            <a:gs pos="0">
              <a:schemeClr val="phClr">
                <a:tint val="70000"/>
                <a:lumMod val="110000"/>
              </a:schemeClr>
            </a:gs>
            <a:gs pos="100000">
              <a:schemeClr val="phClr">
                <a:tint val="82000"/>
                <a:alpha val="74000"/>
              </a:schemeClr>
            </a:gs>
          </a:gsLst>
          <a:lin ang="5400000" scaled="0"/>
        </a:gradFill>
        <a:gradFill rotWithShape="1">
          <a:gsLst>
            <a:gs pos="0">
              <a:schemeClr val="phClr">
                <a:tint val="98000"/>
                <a:lumMod val="100000"/>
              </a:schemeClr>
            </a:gs>
            <a:gs pos="100000">
              <a:schemeClr val="phClr">
                <a:shade val="88000"/>
                <a:lumMod val="88000"/>
              </a:schemeClr>
            </a:gs>
          </a:gsLst>
          <a:lin ang="5400000" scaled="1"/>
        </a:gradFill>
      </a:fillStyleLst>
      <a:lnStyleLst>
        <a:ln w="9525"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65000"/>
              </a:srgbClr>
            </a:outerShdw>
          </a:effectLst>
          <a:scene3d>
            <a:camera prst="orthographicFront">
              <a:rot lat="0" lon="0" rev="0"/>
            </a:camera>
            <a:lightRig rig="threePt" dir="tl">
              <a:rot lat="0" lon="0" rev="1200000"/>
            </a:lightRig>
          </a:scene3d>
          <a:sp3d>
            <a:bevelT w="38100" h="12700"/>
          </a:sp3d>
        </a:effectStyle>
      </a:effectStyleLst>
      <a:bgFillStyleLst>
        <a:solidFill>
          <a:schemeClr val="phClr"/>
        </a:solidFill>
        <a:gradFill rotWithShape="1">
          <a:gsLst>
            <a:gs pos="0">
              <a:schemeClr val="phClr">
                <a:tint val="90000"/>
                <a:shade val="96000"/>
                <a:hueMod val="100000"/>
                <a:satMod val="180000"/>
                <a:lumMod val="110000"/>
              </a:schemeClr>
            </a:gs>
            <a:gs pos="100000">
              <a:schemeClr val="phClr">
                <a:shade val="96000"/>
                <a:satMod val="160000"/>
                <a:lumMod val="100000"/>
              </a:schemeClr>
            </a:gs>
          </a:gsLst>
          <a:lin ang="4740000" scaled="1"/>
        </a:gradFill>
        <a:blipFill>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Celestial" id="{C4BB2A3D-0E93-4C5F-B0D2-9D3FCE089CC5}" vid="{42E5908D-19A2-46FD-89FA-638B126129E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EA25CC0A0AC24199CDC46C25B8B0BC" ma:contentTypeVersion="10" ma:contentTypeDescription="Create a new document." ma:contentTypeScope="" ma:versionID="e3b47856d4cf355c0dacb39e1084d14f">
  <xsd:schema xmlns:xsd="http://www.w3.org/2001/XMLSchema" xmlns:xs="http://www.w3.org/2001/XMLSchema" xmlns:p="http://schemas.microsoft.com/office/2006/metadata/properties" xmlns:ns1="http://schemas.microsoft.com/sharepoint/v3" xmlns:ns2="6dc4bcd6-49db-4c07-9060-8acfc67cef9f" xmlns:ns3="fb0879af-3eba-417a-a55a-ffe6dcd6ca77" targetNamespace="http://schemas.microsoft.com/office/2006/metadata/properties" ma:root="true" ma:fieldsID="a845a615265fdb1f7b12cc65ac20ecbd" ns1:_="" ns2:_="" ns3:_="">
    <xsd:import namespace="http://schemas.microsoft.com/sharepoint/v3"/>
    <xsd:import namespace="6dc4bcd6-49db-4c07-9060-8acfc67cef9f"/>
    <xsd:import namespace="fb0879af-3eba-417a-a55a-ffe6dcd6ca77"/>
    <xsd:element name="properties">
      <xsd:complexType>
        <xsd:sequence>
          <xsd:element name="documentManagement">
            <xsd:complexType>
              <xsd:all>
                <xsd:element ref="ns2:MediaServiceMetadata" minOccurs="0"/>
                <xsd:element ref="ns2:MediaServiceFastMetadata" minOccurs="0"/>
                <xsd:element ref="ns2:MediaServiceOCR" minOccurs="0"/>
                <xsd:element ref="ns3:SharedWithUsers" minOccurs="0"/>
                <xsd:element ref="ns3:SharedWithDetails" minOccurs="0"/>
                <xsd:element ref="ns3:LastSharedByUser" minOccurs="0"/>
                <xsd:element ref="ns3:LastSharedByTime" minOccurs="0"/>
                <xsd:element ref="ns1:_ip_UnifiedCompliancePolicyProperties" minOccurs="0"/>
                <xsd:element ref="ns1:_ip_UnifiedCompliancePolicyUIActio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c4bcd6-49db-4c07-9060-8acfc67ce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7"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0879af-3eba-417a-a55a-ffe6dcd6ca7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LastSharedByUser" ma:index="13" nillable="true" ma:displayName="Last Shared By User" ma:hidden="true" ma:internalName="LastSharedByUser" ma:readOnly="true">
      <xsd:simpleType>
        <xsd:restriction base="dms:Note"/>
      </xsd:simpleType>
    </xsd:element>
    <xsd:element name="LastSharedByTime" ma:index="14" nillable="true" ma:displayName="Last Shared By Time" ma:hidden="true"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D327D-A5BE-44FA-9C1D-0F383BE3C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c4bcd6-49db-4c07-9060-8acfc67cef9f"/>
    <ds:schemaRef ds:uri="fb0879af-3eba-417a-a55a-ffe6dcd6c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F26E62-C12E-4691-8302-5FCD6F48C33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B4AAEAD-E6F6-459E-8E34-5F6CD5B344AC}">
  <ds:schemaRefs>
    <ds:schemaRef ds:uri="http://schemas.microsoft.com/sharepoint/v3/contenttype/forms"/>
  </ds:schemaRefs>
</ds:datastoreItem>
</file>

<file path=customXml/itemProps4.xml><?xml version="1.0" encoding="utf-8"?>
<ds:datastoreItem xmlns:ds="http://schemas.openxmlformats.org/officeDocument/2006/customXml" ds:itemID="{C8B0B4EE-A4E0-704D-A6B4-CEF6AD091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PSN Letterhead2019.dotx</Template>
  <TotalTime>10</TotalTime>
  <Pages>1</Pages>
  <Words>135</Words>
  <Characters>775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Elliott Garofalo</dc:creator>
  <cp:keywords/>
  <dc:description/>
  <cp:lastModifiedBy>Elliott Garofalo</cp:lastModifiedBy>
  <cp:revision>1</cp:revision>
  <dcterms:created xsi:type="dcterms:W3CDTF">2021-03-10T21:56:00Z</dcterms:created>
  <dcterms:modified xsi:type="dcterms:W3CDTF">2021-03-10T22:13:00Z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0x010100DEEA25CC0A0AC24199CDC46C25B8B0BC</vt:lpwstr>
  </property>
</Properties>
</file>